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4D34E" w14:textId="54F3FFF1" w:rsidR="003D4898" w:rsidRDefault="003D4898" w:rsidP="00DC39F9">
      <w:pPr>
        <w:pStyle w:val="berschrift1"/>
        <w:jc w:val="left"/>
        <w:rPr>
          <w:rFonts w:ascii="Arial" w:hAnsi="Arial" w:cs="Arial"/>
          <w:color w:val="000000"/>
          <w:sz w:val="20"/>
        </w:rPr>
      </w:pPr>
    </w:p>
    <w:p w14:paraId="7DAC1188" w14:textId="40E87391"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 xml:space="preserve">ung </w:t>
      </w:r>
    </w:p>
    <w:p w14:paraId="4D299354" w14:textId="77777777" w:rsidR="00CD7F03" w:rsidRPr="005D5646" w:rsidRDefault="00CD7F03" w:rsidP="00726EE1">
      <w:pPr>
        <w:pStyle w:val="berschrift3"/>
        <w:rPr>
          <w:rFonts w:ascii="Arial" w:hAnsi="Arial" w:cs="Arial"/>
          <w:color w:val="000000"/>
          <w:sz w:val="20"/>
        </w:rPr>
      </w:pPr>
    </w:p>
    <w:p w14:paraId="4F05E058" w14:textId="77777777" w:rsidR="00CD7F03" w:rsidRPr="005D5646" w:rsidRDefault="00CD7F03" w:rsidP="00726EE1">
      <w:pPr>
        <w:pStyle w:val="berschrift3"/>
        <w:rPr>
          <w:rFonts w:ascii="Arial" w:hAnsi="Arial" w:cs="Arial"/>
          <w:color w:val="000000"/>
          <w:sz w:val="20"/>
        </w:rPr>
      </w:pPr>
    </w:p>
    <w:p w14:paraId="3906D384" w14:textId="77777777" w:rsidR="00F175B7" w:rsidRPr="00D63066" w:rsidRDefault="00F175B7" w:rsidP="00F175B7">
      <w:pPr>
        <w:rPr>
          <w:rFonts w:ascii="Arial" w:hAnsi="Arial" w:cs="Arial"/>
          <w:sz w:val="44"/>
          <w:szCs w:val="44"/>
        </w:rPr>
      </w:pPr>
      <w:bookmarkStart w:id="0" w:name="OLE_LINK5"/>
      <w:bookmarkStart w:id="1" w:name="OLE_LINK6"/>
      <w:r w:rsidRPr="00D63066">
        <w:rPr>
          <w:rFonts w:ascii="Arial" w:hAnsi="Arial" w:cs="Arial"/>
          <w:kern w:val="36"/>
          <w:sz w:val="44"/>
          <w:szCs w:val="44"/>
        </w:rPr>
        <w:t>Älteren Menschen in der Vorweihnachtszeit kleine Wünsche erfüllen</w:t>
      </w:r>
    </w:p>
    <w:p w14:paraId="55ED5262" w14:textId="60FEC711" w:rsidR="00F175B7" w:rsidRPr="00D63066" w:rsidRDefault="00F175B7" w:rsidP="00D63066">
      <w:pPr>
        <w:pStyle w:val="StandardWeb"/>
        <w:spacing w:before="300" w:beforeAutospacing="0" w:after="300" w:afterAutospacing="0" w:line="360" w:lineRule="auto"/>
        <w:rPr>
          <w:rFonts w:ascii="Arial" w:hAnsi="Arial" w:cs="Arial"/>
          <w:color w:val="374151"/>
        </w:rPr>
      </w:pPr>
      <w:r w:rsidRPr="00D63066">
        <w:rPr>
          <w:rFonts w:ascii="Arial" w:hAnsi="Arial" w:cs="Arial"/>
          <w:color w:val="374151"/>
        </w:rPr>
        <w:t>Mosbach, 1</w:t>
      </w:r>
      <w:r w:rsidR="00E61D6B">
        <w:rPr>
          <w:rFonts w:ascii="Arial" w:hAnsi="Arial" w:cs="Arial"/>
          <w:color w:val="374151"/>
        </w:rPr>
        <w:t>4</w:t>
      </w:r>
      <w:r w:rsidRPr="00D63066">
        <w:rPr>
          <w:rFonts w:ascii="Arial" w:hAnsi="Arial" w:cs="Arial"/>
          <w:color w:val="374151"/>
        </w:rPr>
        <w:t>. Dezember 2023 – In der Vorweihnachtszeit wurden mit Unterstützung der MPDV Mikrolab GmbH die Herzenswünsche älterer Menschen im DRK-Roedderheim Luise von Baden und im DRK-Seniorenheim Waldbrunn erneut erfüllt. Vom Bluetooth-Kopfhörer bis hin zu einem Schal oder einer Schachtel Pralinen reichten die mehr als 80 Wünsche der Bewohnerinnen und Bewohner.</w:t>
      </w:r>
    </w:p>
    <w:p w14:paraId="0C7E54DE" w14:textId="1F483F36" w:rsidR="00F175B7" w:rsidRPr="00D63066" w:rsidRDefault="00F175B7" w:rsidP="00D63066">
      <w:pPr>
        <w:pStyle w:val="StandardWeb"/>
        <w:spacing w:before="300" w:beforeAutospacing="0" w:after="300" w:afterAutospacing="0" w:line="360" w:lineRule="auto"/>
        <w:rPr>
          <w:rFonts w:ascii="Arial" w:hAnsi="Arial" w:cs="Arial"/>
          <w:color w:val="374151"/>
        </w:rPr>
      </w:pPr>
      <w:r w:rsidRPr="00D63066">
        <w:rPr>
          <w:rFonts w:ascii="Arial" w:hAnsi="Arial" w:cs="Arial"/>
          <w:color w:val="374151"/>
        </w:rPr>
        <w:t>Am 6. Dezember 2023 übergaben Betina Kletti, Eric Kletti</w:t>
      </w:r>
      <w:r w:rsidR="00CB5C8B">
        <w:rPr>
          <w:rFonts w:ascii="Arial" w:hAnsi="Arial" w:cs="Arial"/>
          <w:color w:val="374151"/>
        </w:rPr>
        <w:t xml:space="preserve"> sowie </w:t>
      </w:r>
      <w:r w:rsidRPr="00D63066">
        <w:rPr>
          <w:rFonts w:ascii="Arial" w:hAnsi="Arial" w:cs="Arial"/>
          <w:color w:val="374151"/>
        </w:rPr>
        <w:t xml:space="preserve">Kristin Rohm und Markus Diesner, beide Mitarbeiter bei MPDV, persönlich die Geschenke an die Seniorinnen und Senioren. </w:t>
      </w:r>
    </w:p>
    <w:p w14:paraId="658A8543" w14:textId="77777777" w:rsidR="00F175B7" w:rsidRPr="00D63066" w:rsidRDefault="00F175B7" w:rsidP="00D63066">
      <w:pPr>
        <w:pStyle w:val="StandardWeb"/>
        <w:spacing w:before="300" w:beforeAutospacing="0" w:after="300" w:afterAutospacing="0" w:line="360" w:lineRule="auto"/>
        <w:rPr>
          <w:rFonts w:ascii="Arial" w:hAnsi="Arial" w:cs="Arial"/>
          <w:color w:val="374151"/>
        </w:rPr>
      </w:pPr>
      <w:r w:rsidRPr="00D63066">
        <w:rPr>
          <w:rFonts w:ascii="Arial" w:hAnsi="Arial" w:cs="Arial"/>
          <w:color w:val="374151"/>
        </w:rPr>
        <w:t>Viele ältere Menschen haben keine oder nur wenige Angehörige, die sich um ihre Weihnachtswünsche kümmern können. Aus diesem Grund ist es den Engagierten ein besonderes Anliegen, in der festlichen Jahreszeit an diese Menschen zu denken und ihnen eine Freude zu bereiten.</w:t>
      </w:r>
    </w:p>
    <w:p w14:paraId="0E275986" w14:textId="0A2914B9" w:rsidR="00F175B7" w:rsidRPr="00D63066" w:rsidRDefault="00F175B7" w:rsidP="00D63066">
      <w:pPr>
        <w:pStyle w:val="StandardWeb"/>
        <w:spacing w:before="300" w:beforeAutospacing="0" w:after="300" w:afterAutospacing="0" w:line="360" w:lineRule="auto"/>
        <w:rPr>
          <w:rFonts w:ascii="Arial" w:hAnsi="Arial" w:cs="Arial"/>
          <w:color w:val="374151"/>
        </w:rPr>
      </w:pPr>
      <w:r w:rsidRPr="00D63066">
        <w:rPr>
          <w:rFonts w:ascii="Arial" w:hAnsi="Arial" w:cs="Arial"/>
          <w:color w:val="374151"/>
        </w:rPr>
        <w:t>Die Wunschaktion wurde auf Initiative von Familie Kletti gemeinsam mit MPDV Mosbach ins Leben gerufen. Familie Kletti ist dem DRK vor Ort seit langer Zeit verbunden und schätzt das Engagement der Mitarbeiter und Ehrenamt</w:t>
      </w:r>
      <w:r w:rsidR="00D63066">
        <w:rPr>
          <w:rFonts w:ascii="Arial" w:hAnsi="Arial" w:cs="Arial"/>
          <w:color w:val="374151"/>
        </w:rPr>
        <w:t>lichen</w:t>
      </w:r>
      <w:r w:rsidRPr="00D63066">
        <w:rPr>
          <w:rFonts w:ascii="Arial" w:hAnsi="Arial" w:cs="Arial"/>
          <w:color w:val="374151"/>
        </w:rPr>
        <w:t xml:space="preserve">. </w:t>
      </w:r>
    </w:p>
    <w:p w14:paraId="16A218AA" w14:textId="3A110035" w:rsidR="00F175B7" w:rsidRPr="00D63066" w:rsidRDefault="00F175B7" w:rsidP="00D63066">
      <w:pPr>
        <w:pStyle w:val="StandardWeb"/>
        <w:spacing w:before="300" w:beforeAutospacing="0" w:after="300" w:afterAutospacing="0" w:line="360" w:lineRule="auto"/>
        <w:rPr>
          <w:rFonts w:ascii="Arial" w:hAnsi="Arial" w:cs="Arial"/>
          <w:color w:val="374151"/>
        </w:rPr>
      </w:pPr>
      <w:r w:rsidRPr="00D63066">
        <w:rPr>
          <w:rFonts w:ascii="Arial" w:hAnsi="Arial" w:cs="Arial"/>
          <w:color w:val="374151"/>
        </w:rPr>
        <w:t>Eric Kletti, der gemeinsam mit Betina Kletti das Familienunternehmen repräsentiert, betonte: "Das größte Geschenk für mich ist es, wenn wir mit unserer Wunschaktion ein Lächeln in die Gesichter der Senioren zaubern können." Die Wünsche wurden zu Beginn der Weihnachtszeit von den Mitarbeite</w:t>
      </w:r>
      <w:r w:rsidR="00D63066">
        <w:rPr>
          <w:rFonts w:ascii="Arial" w:hAnsi="Arial" w:cs="Arial"/>
          <w:color w:val="374151"/>
        </w:rPr>
        <w:t>rinnen und Mitarbeitern</w:t>
      </w:r>
      <w:r w:rsidRPr="00D63066">
        <w:rPr>
          <w:rFonts w:ascii="Arial" w:hAnsi="Arial" w:cs="Arial"/>
          <w:color w:val="374151"/>
        </w:rPr>
        <w:t xml:space="preserve"> des DRK-Kreisverbandes Mosbach gesammelt. Das Mosbacher IT-Unternehmen sorgte für die Geschenke, die vo</w:t>
      </w:r>
      <w:r w:rsidR="005E309A">
        <w:rPr>
          <w:rFonts w:ascii="Arial" w:hAnsi="Arial" w:cs="Arial"/>
          <w:color w:val="374151"/>
        </w:rPr>
        <w:t xml:space="preserve">m MPDV-Team </w:t>
      </w:r>
      <w:r w:rsidRPr="00D63066">
        <w:rPr>
          <w:rFonts w:ascii="Arial" w:hAnsi="Arial" w:cs="Arial"/>
          <w:color w:val="374151"/>
        </w:rPr>
        <w:t>liebevoll verpackt und mit persönlichen Wünschen versehen wurden.</w:t>
      </w:r>
    </w:p>
    <w:p w14:paraId="6398E0F6" w14:textId="508F0B03" w:rsidR="00F175B7" w:rsidRPr="00D63066" w:rsidRDefault="00F175B7" w:rsidP="00D63066">
      <w:pPr>
        <w:spacing w:line="360" w:lineRule="auto"/>
        <w:rPr>
          <w:rFonts w:ascii="Arial" w:eastAsiaTheme="minorHAnsi" w:hAnsi="Arial" w:cs="Arial"/>
          <w:color w:val="374151"/>
          <w:sz w:val="22"/>
          <w:szCs w:val="22"/>
        </w:rPr>
      </w:pPr>
      <w:r w:rsidRPr="00D63066">
        <w:rPr>
          <w:rFonts w:ascii="Arial" w:eastAsiaTheme="minorHAnsi" w:hAnsi="Arial" w:cs="Arial"/>
          <w:color w:val="374151"/>
          <w:sz w:val="22"/>
          <w:szCs w:val="22"/>
        </w:rPr>
        <w:t xml:space="preserve">Warm ums Herz wurde Gerhard Lauth, dem Präsidenten des DRK-Kreisverbands Mosbach, Träger der beschenkten Pflegezentren, angesichts der Aktion von MPDV. „Die Übergabe der ausgewählten Präsente ist ein Höhepunkt im Jahreslauf der Heime und des Roten Kreuzes </w:t>
      </w:r>
      <w:r w:rsidRPr="00D63066">
        <w:rPr>
          <w:rFonts w:ascii="Arial" w:eastAsiaTheme="minorHAnsi" w:hAnsi="Arial" w:cs="Arial"/>
          <w:color w:val="374151"/>
          <w:sz w:val="22"/>
          <w:szCs w:val="22"/>
        </w:rPr>
        <w:lastRenderedPageBreak/>
        <w:t>in Mosbach.</w:t>
      </w:r>
      <w:r w:rsidR="005E309A">
        <w:rPr>
          <w:rFonts w:ascii="Arial" w:eastAsiaTheme="minorHAnsi" w:hAnsi="Arial" w:cs="Arial"/>
          <w:color w:val="374151"/>
          <w:sz w:val="22"/>
          <w:szCs w:val="22"/>
        </w:rPr>
        <w:t>“</w:t>
      </w:r>
      <w:r w:rsidRPr="00D63066">
        <w:rPr>
          <w:rFonts w:ascii="Arial" w:eastAsiaTheme="minorHAnsi" w:hAnsi="Arial" w:cs="Arial"/>
          <w:color w:val="374151"/>
          <w:sz w:val="22"/>
          <w:szCs w:val="22"/>
        </w:rPr>
        <w:t xml:space="preserve"> Lauths großes Dankeschön ging an das Unternehmen MPDV und speziell an Betina Kletti sowie an Eric Kletti und die beiden MPDV-Mitarbeiter. </w:t>
      </w:r>
    </w:p>
    <w:p w14:paraId="7AFB27D6" w14:textId="77777777" w:rsidR="00F175B7" w:rsidRPr="00D63066" w:rsidRDefault="00F175B7" w:rsidP="00D63066">
      <w:pPr>
        <w:pStyle w:val="StandardWeb"/>
        <w:spacing w:before="300" w:beforeAutospacing="0" w:after="0" w:afterAutospacing="0" w:line="360" w:lineRule="auto"/>
        <w:rPr>
          <w:rFonts w:ascii="Arial" w:hAnsi="Arial" w:cs="Arial"/>
          <w:color w:val="374151"/>
        </w:rPr>
      </w:pPr>
      <w:r w:rsidRPr="00D63066">
        <w:rPr>
          <w:rFonts w:ascii="Arial" w:hAnsi="Arial" w:cs="Arial"/>
          <w:color w:val="374151"/>
        </w:rPr>
        <w:t xml:space="preserve">Markus Diesner, Principal Marketing Manager bei MPDV und im Rahmen der Aktion als Nikolaus aktiv, resümiert: "Wir freuen uns, dass wir die Geschenke persönlich überbringen durften und dabei viele schöne Begegnungen und besondere Momente erleben konnten." </w:t>
      </w:r>
    </w:p>
    <w:p w14:paraId="10344138" w14:textId="0E578992" w:rsidR="00F175B7" w:rsidRPr="00D63066" w:rsidRDefault="00F175B7" w:rsidP="00D63066">
      <w:pPr>
        <w:pStyle w:val="StandardWeb"/>
        <w:spacing w:before="300" w:beforeAutospacing="0" w:after="0" w:afterAutospacing="0" w:line="360" w:lineRule="auto"/>
        <w:rPr>
          <w:rFonts w:ascii="Arial" w:hAnsi="Arial" w:cs="Arial"/>
          <w:color w:val="374151"/>
        </w:rPr>
      </w:pPr>
      <w:r w:rsidRPr="00D63066">
        <w:rPr>
          <w:rFonts w:ascii="Arial" w:hAnsi="Arial" w:cs="Arial"/>
          <w:color w:val="374151"/>
        </w:rPr>
        <w:t>Die Reaktionen der beschenkten Senioren</w:t>
      </w:r>
      <w:r w:rsidR="00CB5C8B">
        <w:rPr>
          <w:rFonts w:ascii="Arial" w:hAnsi="Arial" w:cs="Arial"/>
          <w:color w:val="374151"/>
        </w:rPr>
        <w:t xml:space="preserve"> der beiden Heime </w:t>
      </w:r>
      <w:r w:rsidRPr="00D63066">
        <w:rPr>
          <w:rFonts w:ascii="Arial" w:hAnsi="Arial" w:cs="Arial"/>
          <w:color w:val="374151"/>
        </w:rPr>
        <w:t>sprachen für sich, als sie sich bei Betina Kletti, dem Nikolaus und dem Weihnachtsengel bedankten und ihre Freude zum Ausdruck brachten.</w:t>
      </w:r>
    </w:p>
    <w:p w14:paraId="3FB6BA37" w14:textId="77777777" w:rsidR="00F175B7" w:rsidRPr="00D63066" w:rsidRDefault="00F175B7" w:rsidP="00D63066">
      <w:pPr>
        <w:pStyle w:val="StandardWeb"/>
        <w:spacing w:before="300" w:beforeAutospacing="0" w:after="0" w:afterAutospacing="0" w:line="360" w:lineRule="auto"/>
        <w:rPr>
          <w:rFonts w:ascii="Arial" w:hAnsi="Arial" w:cs="Arial"/>
          <w:color w:val="374151"/>
        </w:rPr>
      </w:pPr>
      <w:r w:rsidRPr="00D63066">
        <w:rPr>
          <w:rFonts w:ascii="Arial" w:hAnsi="Arial" w:cs="Arial"/>
          <w:color w:val="374151"/>
        </w:rPr>
        <w:t>MPDV setzt sich seit vielen Jahren für Hilfsbedürftige ein und unterstützt verschiedene Hilfsprojekte in der Region.</w:t>
      </w:r>
    </w:p>
    <w:p w14:paraId="13075D29" w14:textId="77777777" w:rsidR="005D5646" w:rsidRPr="00D63066" w:rsidRDefault="005D5646" w:rsidP="00D63066">
      <w:pPr>
        <w:spacing w:line="360" w:lineRule="auto"/>
        <w:rPr>
          <w:rFonts w:ascii="Arial" w:hAnsi="Arial" w:cs="Arial"/>
          <w:i/>
          <w:sz w:val="20"/>
          <w:szCs w:val="20"/>
        </w:rPr>
      </w:pPr>
    </w:p>
    <w:p w14:paraId="1C8DB8E6" w14:textId="6F6C4F29" w:rsidR="00F825E5" w:rsidRPr="00D63066" w:rsidRDefault="005D5646" w:rsidP="00D63066">
      <w:pPr>
        <w:spacing w:line="360" w:lineRule="auto"/>
        <w:rPr>
          <w:rFonts w:ascii="Arial" w:hAnsi="Arial" w:cs="Arial"/>
          <w:b/>
          <w:color w:val="000000"/>
          <w:sz w:val="20"/>
          <w:szCs w:val="20"/>
        </w:rPr>
      </w:pPr>
      <w:r w:rsidRPr="00D63066">
        <w:rPr>
          <w:rFonts w:ascii="Arial" w:hAnsi="Arial" w:cs="Arial"/>
          <w:i/>
          <w:sz w:val="20"/>
          <w:szCs w:val="20"/>
        </w:rPr>
        <w:t>(ca.</w:t>
      </w:r>
      <w:r w:rsidR="00D63066" w:rsidRPr="00D63066">
        <w:rPr>
          <w:rFonts w:ascii="Arial" w:hAnsi="Arial" w:cs="Arial"/>
          <w:i/>
          <w:sz w:val="20"/>
          <w:szCs w:val="20"/>
        </w:rPr>
        <w:t>2.160</w:t>
      </w:r>
      <w:r w:rsidR="00375106" w:rsidRPr="00D63066">
        <w:rPr>
          <w:rFonts w:ascii="Arial" w:hAnsi="Arial" w:cs="Arial"/>
          <w:i/>
          <w:sz w:val="20"/>
          <w:szCs w:val="20"/>
        </w:rPr>
        <w:t xml:space="preserve"> Zeichen ohne Leerzeichen</w:t>
      </w:r>
      <w:r w:rsidRPr="00D63066">
        <w:rPr>
          <w:rFonts w:ascii="Arial" w:hAnsi="Arial" w:cs="Arial"/>
          <w:i/>
          <w:sz w:val="20"/>
          <w:szCs w:val="20"/>
        </w:rPr>
        <w:t>)</w:t>
      </w:r>
    </w:p>
    <w:p w14:paraId="6B7DE834" w14:textId="0D77A61E" w:rsidR="003D4898" w:rsidRPr="00026150" w:rsidRDefault="009E2DBF" w:rsidP="00026150">
      <w:pPr>
        <w:pStyle w:val="HighlightsText"/>
        <w:tabs>
          <w:tab w:val="left" w:pos="1365"/>
        </w:tabs>
        <w:spacing w:line="360" w:lineRule="auto"/>
        <w:jc w:val="both"/>
        <w:rPr>
          <w:rFonts w:ascii="Arial" w:hAnsi="Arial" w:cs="Arial"/>
          <w:b w:val="0"/>
          <w:color w:val="000000"/>
          <w:sz w:val="20"/>
        </w:rPr>
      </w:pPr>
      <w:r>
        <w:rPr>
          <w:rFonts w:ascii="Arial" w:hAnsi="Arial" w:cs="Arial"/>
          <w:b w:val="0"/>
          <w:color w:val="000000"/>
          <w:sz w:val="20"/>
        </w:rPr>
        <w:tab/>
      </w:r>
    </w:p>
    <w:p w14:paraId="5DFD770E" w14:textId="77777777" w:rsidR="003D4898" w:rsidRDefault="003D4898" w:rsidP="001B5AC2">
      <w:pPr>
        <w:pStyle w:val="berschrift3"/>
        <w:spacing w:line="360" w:lineRule="auto"/>
        <w:jc w:val="left"/>
        <w:rPr>
          <w:rFonts w:ascii="Arial" w:hAnsi="Arial" w:cs="Arial"/>
          <w:sz w:val="24"/>
        </w:rPr>
      </w:pPr>
    </w:p>
    <w:p w14:paraId="5B23B4D1" w14:textId="4F1255F0" w:rsidR="007A12FE" w:rsidRPr="00026150" w:rsidRDefault="00DD7C86" w:rsidP="00026150">
      <w:pPr>
        <w:pStyle w:val="berschrift3"/>
        <w:spacing w:line="360" w:lineRule="auto"/>
        <w:jc w:val="left"/>
        <w:rPr>
          <w:rFonts w:ascii="Arial" w:hAnsi="Arial" w:cs="Arial"/>
          <w:sz w:val="24"/>
        </w:rPr>
      </w:pPr>
      <w:r w:rsidRPr="001B5AC2">
        <w:rPr>
          <w:rFonts w:ascii="Arial" w:hAnsi="Arial" w:cs="Arial"/>
          <w:sz w:val="24"/>
        </w:rPr>
        <w:t>Bildmateria</w:t>
      </w:r>
      <w:r w:rsidR="00026150">
        <w:rPr>
          <w:rFonts w:ascii="Arial" w:hAnsi="Arial" w:cs="Arial"/>
          <w:sz w:val="24"/>
        </w:rPr>
        <w:t>l</w:t>
      </w:r>
    </w:p>
    <w:p w14:paraId="603E45B0"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50045557" w14:textId="77777777" w:rsidR="007814A6" w:rsidRPr="00DD7C86" w:rsidRDefault="007814A6" w:rsidP="009E2DBF">
      <w:pPr>
        <w:tabs>
          <w:tab w:val="left" w:pos="2755"/>
        </w:tabs>
        <w:rPr>
          <w:rFonts w:ascii="Arial" w:hAnsi="Arial" w:cs="Arial"/>
          <w:color w:val="000000"/>
          <w:sz w:val="20"/>
        </w:rPr>
      </w:pPr>
    </w:p>
    <w:p w14:paraId="3A417B80" w14:textId="77777777" w:rsidR="005E309A" w:rsidRDefault="00026150">
      <w:pPr>
        <w:rPr>
          <w:rFonts w:ascii="Arial" w:hAnsi="Arial" w:cs="Arial"/>
          <w:color w:val="000000"/>
          <w:sz w:val="20"/>
        </w:rPr>
      </w:pPr>
      <w:r>
        <w:rPr>
          <w:rFonts w:ascii="Arial" w:hAnsi="Arial" w:cs="Arial"/>
          <w:noProof/>
          <w:color w:val="000000"/>
          <w:sz w:val="20"/>
        </w:rPr>
        <w:drawing>
          <wp:inline distT="0" distB="0" distL="0" distR="0" wp14:anchorId="67443749" wp14:editId="07B79A8D">
            <wp:extent cx="4362450" cy="2905393"/>
            <wp:effectExtent l="0" t="0" r="0" b="9525"/>
            <wp:docPr id="5" name="Grafik 5" descr="Ein Bild, das Kleidung, Im Haus, Wand,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leidung, Im Haus, Wand, Schuhwerk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398091" cy="2929130"/>
                    </a:xfrm>
                    <a:prstGeom prst="rect">
                      <a:avLst/>
                    </a:prstGeom>
                  </pic:spPr>
                </pic:pic>
              </a:graphicData>
            </a:graphic>
          </wp:inline>
        </w:drawing>
      </w:r>
    </w:p>
    <w:p w14:paraId="10CC3A4A" w14:textId="7DA071DD" w:rsidR="005E309A" w:rsidRPr="00816028" w:rsidRDefault="005E309A" w:rsidP="00816028">
      <w:pPr>
        <w:pStyle w:val="StandardWeb"/>
        <w:spacing w:before="300" w:beforeAutospacing="0" w:after="0" w:afterAutospacing="0"/>
        <w:rPr>
          <w:rFonts w:ascii="Arial" w:hAnsi="Arial" w:cs="Arial"/>
        </w:rPr>
      </w:pPr>
      <w:r w:rsidRPr="005E309A">
        <w:rPr>
          <w:rFonts w:ascii="Arial" w:hAnsi="Arial" w:cs="Arial"/>
        </w:rPr>
        <w:t>Geschenkeübergabe im DRK-Seniorenheim in Waldbrunn-Waldkatzenbach</w:t>
      </w:r>
      <w:r w:rsidR="00816028">
        <w:rPr>
          <w:rFonts w:ascii="Arial" w:hAnsi="Arial" w:cs="Arial"/>
        </w:rPr>
        <w:t>.</w:t>
      </w:r>
    </w:p>
    <w:p w14:paraId="3455689E" w14:textId="0F3D2A5E" w:rsidR="005E309A" w:rsidRPr="00816028" w:rsidRDefault="005E309A" w:rsidP="00816028">
      <w:pPr>
        <w:pStyle w:val="StandardWeb"/>
        <w:spacing w:before="300" w:beforeAutospacing="0" w:after="0" w:afterAutospacing="0"/>
        <w:rPr>
          <w:rFonts w:ascii="Arial" w:hAnsi="Arial" w:cs="Arial"/>
        </w:rPr>
      </w:pPr>
      <w:r w:rsidRPr="00816028">
        <w:rPr>
          <w:rFonts w:ascii="Arial" w:hAnsi="Arial" w:cs="Arial"/>
        </w:rPr>
        <w:t xml:space="preserve">V.l.n.r. stehend: Markus Diesner, MPDV, Eric Kletti, Gerhard Lauth, Präsident des DRK-Kreisverbands Mosbach, Kristin Rohm, MPDV, Betina Kletti, Franziska Oelke, </w:t>
      </w:r>
      <w:r w:rsidRPr="00816028">
        <w:rPr>
          <w:rFonts w:ascii="Arial" w:hAnsi="Arial" w:cs="Arial"/>
        </w:rPr>
        <w:lastRenderedPageBreak/>
        <w:t>Einrichtungsleiterin des DRK-Seniorenheimes in Waldbrunn, Florian Ritter, DRK-Abteilungsleiter</w:t>
      </w:r>
      <w:r w:rsidR="00816028">
        <w:rPr>
          <w:rFonts w:ascii="Arial" w:hAnsi="Arial" w:cs="Arial"/>
        </w:rPr>
        <w:t>,</w:t>
      </w:r>
      <w:r w:rsidRPr="00816028">
        <w:rPr>
          <w:rFonts w:ascii="Arial" w:hAnsi="Arial" w:cs="Arial"/>
        </w:rPr>
        <w:t xml:space="preserve"> und Kirstin Finger, DRK-Geschäftsbereichsleiterin.</w:t>
      </w:r>
    </w:p>
    <w:p w14:paraId="6D98D1C3" w14:textId="1F33DDCC" w:rsidR="005E309A" w:rsidRDefault="005E309A" w:rsidP="00816028">
      <w:pPr>
        <w:pStyle w:val="StandardWeb"/>
        <w:spacing w:before="300" w:beforeAutospacing="0" w:after="0" w:afterAutospacing="0"/>
        <w:rPr>
          <w:rFonts w:ascii="Arial" w:hAnsi="Arial" w:cs="Arial"/>
        </w:rPr>
      </w:pPr>
      <w:r w:rsidRPr="00816028">
        <w:rPr>
          <w:rFonts w:ascii="Arial" w:hAnsi="Arial" w:cs="Arial"/>
        </w:rPr>
        <w:t>v.l.n.r. sitzend: Ruth Schölch, Werner Feil und Irmgard Hagendorn, Heimbeiräte, sowie Karl-Heinz Bock und Heinrich Hecker, Bewohner des Seniorenheimes.</w:t>
      </w:r>
    </w:p>
    <w:p w14:paraId="23D09901" w14:textId="50B6C0B7" w:rsidR="00816028" w:rsidRDefault="00816028" w:rsidP="00816028">
      <w:pPr>
        <w:pStyle w:val="StandardWeb"/>
        <w:spacing w:before="300" w:beforeAutospacing="0" w:after="0" w:afterAutospacing="0"/>
        <w:rPr>
          <w:rFonts w:ascii="Arial" w:hAnsi="Arial" w:cs="Arial"/>
        </w:rPr>
      </w:pPr>
    </w:p>
    <w:p w14:paraId="0E0C0174" w14:textId="77777777" w:rsidR="00816028" w:rsidRDefault="00816028" w:rsidP="00816028">
      <w:pPr>
        <w:pStyle w:val="StandardWeb"/>
        <w:spacing w:before="300" w:beforeAutospacing="0" w:after="0" w:afterAutospacing="0"/>
      </w:pPr>
    </w:p>
    <w:p w14:paraId="20192A63" w14:textId="77777777" w:rsidR="005E309A" w:rsidRDefault="005E309A" w:rsidP="005E309A"/>
    <w:bookmarkEnd w:id="0"/>
    <w:bookmarkEnd w:id="1"/>
    <w:p w14:paraId="3EA980B4"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t>MPDV Gruppe</w:t>
      </w:r>
    </w:p>
    <w:p w14:paraId="07BB5615" w14:textId="77777777" w:rsidR="0030703E" w:rsidRDefault="0030703E" w:rsidP="0030703E">
      <w:pPr>
        <w:pStyle w:val="HighlightsText"/>
        <w:spacing w:line="240" w:lineRule="auto"/>
        <w:jc w:val="both"/>
        <w:rPr>
          <w:rFonts w:ascii="Arial" w:hAnsi="Arial" w:cs="Arial"/>
          <w:b w:val="0"/>
          <w:color w:val="000000"/>
          <w:sz w:val="20"/>
        </w:rPr>
      </w:pPr>
    </w:p>
    <w:p w14:paraId="38E20B31"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Die MPDV Gruppe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Execution System (MES) HYDRA, das Advanced Planning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Platform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0 Fertigungsunternehmen die innovativen Softwarelösungen von MPDV. Dazu zählen namhafte Unternehmen aller Branchen. Zur MPDV Gruppe gehören die Unternehmen MPDV Mikrolab GmbH, FELTEN GmbH, Perfect Production GmbH und AIMES GmbH. Die MPDV Gruppe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9" w:history="1">
        <w:r>
          <w:rPr>
            <w:rStyle w:val="Hyperlink"/>
            <w:rFonts w:ascii="Arial" w:hAnsi="Arial" w:cs="Arial"/>
            <w:sz w:val="20"/>
          </w:rPr>
          <w:t>www.mpdv.com</w:t>
        </w:r>
      </w:hyperlink>
      <w:r w:rsidRPr="004D4318">
        <w:rPr>
          <w:rFonts w:ascii="Arial" w:hAnsi="Arial" w:cs="Arial"/>
          <w:color w:val="000000"/>
          <w:sz w:val="20"/>
        </w:rPr>
        <w:t xml:space="preserve">. </w:t>
      </w:r>
    </w:p>
    <w:p w14:paraId="52D42D0B" w14:textId="77777777" w:rsidR="0030703E" w:rsidRDefault="0030703E" w:rsidP="0030703E">
      <w:pPr>
        <w:rPr>
          <w:rFonts w:ascii="Arial" w:hAnsi="Arial" w:cs="Arial"/>
          <w:i/>
          <w:sz w:val="20"/>
          <w:szCs w:val="20"/>
        </w:rPr>
      </w:pPr>
    </w:p>
    <w:p w14:paraId="30D0DB75" w14:textId="77777777" w:rsidR="0030703E" w:rsidRPr="005D5646" w:rsidRDefault="0030703E" w:rsidP="0030703E">
      <w:pPr>
        <w:pStyle w:val="HighlightsText"/>
        <w:spacing w:line="240" w:lineRule="auto"/>
        <w:jc w:val="both"/>
        <w:rPr>
          <w:rFonts w:ascii="Arial" w:hAnsi="Arial" w:cs="Arial"/>
          <w:b w:val="0"/>
          <w:color w:val="000000"/>
          <w:sz w:val="20"/>
        </w:rPr>
      </w:pPr>
    </w:p>
    <w:p w14:paraId="42238524" w14:textId="77777777" w:rsidR="0030703E" w:rsidRPr="00FD0A5C" w:rsidRDefault="0030703E" w:rsidP="0030703E">
      <w:pPr>
        <w:tabs>
          <w:tab w:val="left" w:pos="4536"/>
        </w:tabs>
        <w:rPr>
          <w:rFonts w:ascii="Arial" w:hAnsi="Arial" w:cs="Arial"/>
          <w:color w:val="000000"/>
          <w:sz w:val="20"/>
        </w:rPr>
      </w:pPr>
    </w:p>
    <w:p w14:paraId="360862EB" w14:textId="77777777" w:rsidR="00FD0A5C" w:rsidRPr="0056366D" w:rsidRDefault="00FD0A5C" w:rsidP="00FD0A5C">
      <w:pPr>
        <w:pStyle w:val="berschrift3"/>
        <w:spacing w:line="360" w:lineRule="auto"/>
        <w:jc w:val="left"/>
        <w:rPr>
          <w:rFonts w:ascii="Arial" w:hAnsi="Arial" w:cs="Arial"/>
          <w:sz w:val="24"/>
        </w:rPr>
      </w:pPr>
      <w:r w:rsidRPr="0056366D">
        <w:rPr>
          <w:rFonts w:ascii="Arial" w:hAnsi="Arial" w:cs="Arial"/>
          <w:sz w:val="24"/>
        </w:rPr>
        <w:t>Pressekontakt</w:t>
      </w:r>
    </w:p>
    <w:p w14:paraId="7AC79F4B" w14:textId="77777777" w:rsidR="00FD0A5C" w:rsidRDefault="00FD0A5C" w:rsidP="00FD0A5C">
      <w:pPr>
        <w:tabs>
          <w:tab w:val="left" w:pos="4536"/>
          <w:tab w:val="left" w:pos="4962"/>
        </w:tabs>
        <w:rPr>
          <w:rFonts w:ascii="Arial" w:hAnsi="Arial" w:cs="Arial"/>
          <w:color w:val="000000"/>
          <w:sz w:val="20"/>
          <w:szCs w:val="20"/>
        </w:rPr>
      </w:pPr>
    </w:p>
    <w:p w14:paraId="5736FCDA" w14:textId="77777777" w:rsidR="00FD0A5C" w:rsidRPr="005D5646" w:rsidRDefault="00FD0A5C" w:rsidP="00FD0A5C">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738F13BB" w14:textId="78387664" w:rsidR="00FD0A5C" w:rsidRPr="00237A0B" w:rsidRDefault="00FD0A5C" w:rsidP="00FD0A5C">
      <w:pPr>
        <w:tabs>
          <w:tab w:val="left" w:pos="4536"/>
          <w:tab w:val="left" w:pos="4962"/>
        </w:tabs>
        <w:rPr>
          <w:rFonts w:ascii="Arial" w:hAnsi="Arial" w:cs="Arial"/>
          <w:color w:val="000000"/>
          <w:sz w:val="20"/>
          <w:szCs w:val="20"/>
          <w:lang w:val="en-US"/>
        </w:rPr>
      </w:pPr>
      <w:r w:rsidRPr="005A31FF">
        <w:rPr>
          <w:rFonts w:ascii="Arial" w:hAnsi="Arial" w:cs="Arial"/>
          <w:color w:val="000000"/>
          <w:sz w:val="20"/>
          <w:szCs w:val="20"/>
        </w:rPr>
        <w:tab/>
      </w:r>
      <w:r w:rsidRPr="00237A0B">
        <w:rPr>
          <w:rFonts w:ascii="Arial" w:hAnsi="Arial" w:cs="Arial"/>
          <w:color w:val="000000"/>
          <w:sz w:val="20"/>
          <w:szCs w:val="20"/>
          <w:lang w:val="en-US"/>
        </w:rPr>
        <w:t>Fax</w:t>
      </w:r>
      <w:r w:rsidRPr="00237A0B">
        <w:rPr>
          <w:rFonts w:ascii="Arial" w:hAnsi="Arial" w:cs="Arial"/>
          <w:color w:val="000000"/>
          <w:sz w:val="20"/>
          <w:szCs w:val="20"/>
          <w:lang w:val="en-US"/>
        </w:rPr>
        <w:tab/>
        <w:t>+49 6261 18139</w:t>
      </w:r>
    </w:p>
    <w:p w14:paraId="52F4D349" w14:textId="77777777" w:rsidR="00FD0A5C" w:rsidRPr="00237A0B" w:rsidRDefault="00FD0A5C" w:rsidP="00FD0A5C">
      <w:pPr>
        <w:tabs>
          <w:tab w:val="left" w:pos="4536"/>
        </w:tabs>
        <w:rPr>
          <w:rFonts w:ascii="Arial" w:hAnsi="Arial" w:cs="Arial"/>
          <w:color w:val="000000" w:themeColor="text1"/>
          <w:sz w:val="20"/>
          <w:szCs w:val="20"/>
          <w:lang w:val="en-US"/>
        </w:rPr>
      </w:pPr>
      <w:r w:rsidRPr="00237A0B">
        <w:rPr>
          <w:rFonts w:ascii="Arial" w:hAnsi="Arial" w:cs="Arial"/>
          <w:color w:val="000000"/>
          <w:sz w:val="20"/>
          <w:szCs w:val="20"/>
          <w:lang w:val="en-US"/>
        </w:rPr>
        <w:t>Römerring 1</w:t>
      </w:r>
      <w:r w:rsidRPr="00237A0B">
        <w:rPr>
          <w:rFonts w:ascii="Arial" w:hAnsi="Arial" w:cs="Arial"/>
          <w:color w:val="000000"/>
          <w:sz w:val="20"/>
          <w:szCs w:val="20"/>
          <w:lang w:val="en-US"/>
        </w:rPr>
        <w:tab/>
      </w:r>
      <w:hyperlink r:id="rId10" w:history="1">
        <w:r w:rsidRPr="00237A0B">
          <w:rPr>
            <w:rStyle w:val="Hyperlink"/>
            <w:rFonts w:ascii="Arial" w:hAnsi="Arial" w:cs="Arial"/>
            <w:sz w:val="20"/>
            <w:szCs w:val="20"/>
            <w:lang w:val="en-US"/>
          </w:rPr>
          <w:t>presse@mpdv.com</w:t>
        </w:r>
      </w:hyperlink>
      <w:r w:rsidRPr="00237A0B">
        <w:rPr>
          <w:rStyle w:val="Hyperlink"/>
          <w:rFonts w:ascii="Arial" w:hAnsi="Arial" w:cs="Arial"/>
          <w:color w:val="000000" w:themeColor="text1"/>
          <w:sz w:val="20"/>
          <w:szCs w:val="20"/>
          <w:lang w:val="en-US"/>
        </w:rPr>
        <w:t xml:space="preserve"> </w:t>
      </w:r>
    </w:p>
    <w:p w14:paraId="155A7628" w14:textId="77777777" w:rsidR="00FD0A5C" w:rsidRPr="004F5293" w:rsidRDefault="00FD0A5C" w:rsidP="00FD0A5C">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1" w:history="1">
        <w:r w:rsidRPr="00EE29B6">
          <w:rPr>
            <w:rStyle w:val="Hyperlink"/>
            <w:rFonts w:ascii="Arial" w:hAnsi="Arial" w:cs="Arial"/>
            <w:sz w:val="20"/>
            <w:szCs w:val="20"/>
            <w:lang w:val="en-US"/>
          </w:rPr>
          <w:t>www.mpdv.com</w:t>
        </w:r>
      </w:hyperlink>
      <w:r>
        <w:rPr>
          <w:rFonts w:ascii="Arial" w:hAnsi="Arial" w:cs="Arial"/>
          <w:color w:val="000000" w:themeColor="text1"/>
          <w:sz w:val="20"/>
          <w:lang w:val="en-US"/>
        </w:rPr>
        <w:t xml:space="preserve"> </w:t>
      </w:r>
    </w:p>
    <w:p w14:paraId="67B787D3" w14:textId="77777777" w:rsidR="00A22138" w:rsidRPr="004D4318" w:rsidRDefault="00A22138" w:rsidP="0030703E">
      <w:pPr>
        <w:pStyle w:val="berschrift3"/>
        <w:spacing w:line="360" w:lineRule="auto"/>
        <w:jc w:val="left"/>
        <w:rPr>
          <w:rFonts w:ascii="Arial" w:hAnsi="Arial" w:cs="Arial"/>
          <w:color w:val="000000"/>
          <w:sz w:val="20"/>
          <w:lang w:val="en-US"/>
        </w:rPr>
      </w:pPr>
    </w:p>
    <w:sectPr w:rsidR="00A22138" w:rsidRPr="004D4318"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EF128" w14:textId="77777777" w:rsidR="006265CF" w:rsidRDefault="006265CF">
      <w:r>
        <w:separator/>
      </w:r>
    </w:p>
  </w:endnote>
  <w:endnote w:type="continuationSeparator" w:id="0">
    <w:p w14:paraId="7CE548E5" w14:textId="77777777" w:rsidR="006265CF" w:rsidRDefault="0062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7CF2"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C1ED8" w14:textId="77777777" w:rsidR="006265CF" w:rsidRDefault="006265CF">
      <w:r>
        <w:separator/>
      </w:r>
    </w:p>
  </w:footnote>
  <w:footnote w:type="continuationSeparator" w:id="0">
    <w:p w14:paraId="1999735C" w14:textId="77777777" w:rsidR="006265CF" w:rsidRDefault="0062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DF28" w14:textId="77777777" w:rsidR="006863FA" w:rsidRDefault="007D3DBC" w:rsidP="004D4639">
    <w:pPr>
      <w:pStyle w:val="Kopfzeile"/>
      <w:jc w:val="right"/>
    </w:pPr>
    <w:r>
      <w:rPr>
        <w:noProof/>
      </w:rPr>
      <w:drawing>
        <wp:inline distT="0" distB="0" distL="0" distR="0" wp14:anchorId="3075DF58" wp14:editId="3505F73B">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898"/>
    <w:rsid w:val="00003130"/>
    <w:rsid w:val="000227E6"/>
    <w:rsid w:val="00026150"/>
    <w:rsid w:val="0004404C"/>
    <w:rsid w:val="000664A9"/>
    <w:rsid w:val="0008264D"/>
    <w:rsid w:val="000827EF"/>
    <w:rsid w:val="00097FE1"/>
    <w:rsid w:val="000A3AB1"/>
    <w:rsid w:val="000E3FF8"/>
    <w:rsid w:val="000F11BD"/>
    <w:rsid w:val="00110004"/>
    <w:rsid w:val="00111458"/>
    <w:rsid w:val="001265C4"/>
    <w:rsid w:val="00137ADB"/>
    <w:rsid w:val="00147D28"/>
    <w:rsid w:val="00151BC9"/>
    <w:rsid w:val="001B5AC2"/>
    <w:rsid w:val="001C243F"/>
    <w:rsid w:val="001C5B26"/>
    <w:rsid w:val="001D3A85"/>
    <w:rsid w:val="001F0930"/>
    <w:rsid w:val="001F5D88"/>
    <w:rsid w:val="00237A0B"/>
    <w:rsid w:val="002520A9"/>
    <w:rsid w:val="00254FEE"/>
    <w:rsid w:val="002606B0"/>
    <w:rsid w:val="00262B22"/>
    <w:rsid w:val="002852D1"/>
    <w:rsid w:val="002D69B1"/>
    <w:rsid w:val="002E125C"/>
    <w:rsid w:val="002F5215"/>
    <w:rsid w:val="00305174"/>
    <w:rsid w:val="00306159"/>
    <w:rsid w:val="0030703E"/>
    <w:rsid w:val="00314567"/>
    <w:rsid w:val="00342D21"/>
    <w:rsid w:val="00343E5E"/>
    <w:rsid w:val="0035471A"/>
    <w:rsid w:val="00361523"/>
    <w:rsid w:val="00361D93"/>
    <w:rsid w:val="00375106"/>
    <w:rsid w:val="00390558"/>
    <w:rsid w:val="003A28E8"/>
    <w:rsid w:val="003A7D12"/>
    <w:rsid w:val="003B6CC6"/>
    <w:rsid w:val="003C5E52"/>
    <w:rsid w:val="003D1DC1"/>
    <w:rsid w:val="003D4898"/>
    <w:rsid w:val="003F5338"/>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F5293"/>
    <w:rsid w:val="005003AE"/>
    <w:rsid w:val="0050490A"/>
    <w:rsid w:val="00537F64"/>
    <w:rsid w:val="00557E09"/>
    <w:rsid w:val="0056366D"/>
    <w:rsid w:val="00573C92"/>
    <w:rsid w:val="00577B66"/>
    <w:rsid w:val="00583EDB"/>
    <w:rsid w:val="00590659"/>
    <w:rsid w:val="005918C5"/>
    <w:rsid w:val="005A5BB7"/>
    <w:rsid w:val="005A7843"/>
    <w:rsid w:val="005C4215"/>
    <w:rsid w:val="005C76B2"/>
    <w:rsid w:val="005D5646"/>
    <w:rsid w:val="005E309A"/>
    <w:rsid w:val="00602AF4"/>
    <w:rsid w:val="006265CF"/>
    <w:rsid w:val="00631B28"/>
    <w:rsid w:val="0063624B"/>
    <w:rsid w:val="00637012"/>
    <w:rsid w:val="00675B1F"/>
    <w:rsid w:val="006863FA"/>
    <w:rsid w:val="00690789"/>
    <w:rsid w:val="00693F64"/>
    <w:rsid w:val="006B3C6D"/>
    <w:rsid w:val="006B6A5D"/>
    <w:rsid w:val="006E4749"/>
    <w:rsid w:val="00705F17"/>
    <w:rsid w:val="00726EE1"/>
    <w:rsid w:val="007308F9"/>
    <w:rsid w:val="007365CD"/>
    <w:rsid w:val="007369C7"/>
    <w:rsid w:val="0073766C"/>
    <w:rsid w:val="007378F5"/>
    <w:rsid w:val="00741373"/>
    <w:rsid w:val="00770C92"/>
    <w:rsid w:val="007814A6"/>
    <w:rsid w:val="00790A08"/>
    <w:rsid w:val="007A12FE"/>
    <w:rsid w:val="007A1D51"/>
    <w:rsid w:val="007B4872"/>
    <w:rsid w:val="007C178A"/>
    <w:rsid w:val="007C4B1B"/>
    <w:rsid w:val="007D001E"/>
    <w:rsid w:val="007D3DBC"/>
    <w:rsid w:val="007E62B5"/>
    <w:rsid w:val="007F65B4"/>
    <w:rsid w:val="00816028"/>
    <w:rsid w:val="00826FE1"/>
    <w:rsid w:val="00852189"/>
    <w:rsid w:val="00876CF4"/>
    <w:rsid w:val="0087741C"/>
    <w:rsid w:val="0089006F"/>
    <w:rsid w:val="0089208C"/>
    <w:rsid w:val="008B125B"/>
    <w:rsid w:val="008C3B66"/>
    <w:rsid w:val="008C4150"/>
    <w:rsid w:val="008E2FD0"/>
    <w:rsid w:val="008F69AE"/>
    <w:rsid w:val="0091482A"/>
    <w:rsid w:val="00940C9C"/>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15F92"/>
    <w:rsid w:val="00B77A47"/>
    <w:rsid w:val="00BA2774"/>
    <w:rsid w:val="00BB3D33"/>
    <w:rsid w:val="00BC6D15"/>
    <w:rsid w:val="00BD3E03"/>
    <w:rsid w:val="00BD48EB"/>
    <w:rsid w:val="00C0050B"/>
    <w:rsid w:val="00C173F7"/>
    <w:rsid w:val="00C17A42"/>
    <w:rsid w:val="00C23CDF"/>
    <w:rsid w:val="00C34848"/>
    <w:rsid w:val="00C45724"/>
    <w:rsid w:val="00C520F3"/>
    <w:rsid w:val="00C5307E"/>
    <w:rsid w:val="00C537C5"/>
    <w:rsid w:val="00C67F25"/>
    <w:rsid w:val="00C93E06"/>
    <w:rsid w:val="00CA452A"/>
    <w:rsid w:val="00CB5C8B"/>
    <w:rsid w:val="00CC3C1E"/>
    <w:rsid w:val="00CC40F6"/>
    <w:rsid w:val="00CC723D"/>
    <w:rsid w:val="00CD15B4"/>
    <w:rsid w:val="00CD1B0D"/>
    <w:rsid w:val="00CD1E6B"/>
    <w:rsid w:val="00CD531D"/>
    <w:rsid w:val="00CD7F03"/>
    <w:rsid w:val="00CE0981"/>
    <w:rsid w:val="00D06D83"/>
    <w:rsid w:val="00D128D1"/>
    <w:rsid w:val="00D17EAB"/>
    <w:rsid w:val="00D444C5"/>
    <w:rsid w:val="00D4463C"/>
    <w:rsid w:val="00D451D0"/>
    <w:rsid w:val="00D63066"/>
    <w:rsid w:val="00DB73EB"/>
    <w:rsid w:val="00DC39F9"/>
    <w:rsid w:val="00DC662D"/>
    <w:rsid w:val="00DD1B6F"/>
    <w:rsid w:val="00DD7C86"/>
    <w:rsid w:val="00DE58A7"/>
    <w:rsid w:val="00E31212"/>
    <w:rsid w:val="00E50AE8"/>
    <w:rsid w:val="00E5741C"/>
    <w:rsid w:val="00E61D6B"/>
    <w:rsid w:val="00E71FF5"/>
    <w:rsid w:val="00E747A6"/>
    <w:rsid w:val="00E82B64"/>
    <w:rsid w:val="00E969D9"/>
    <w:rsid w:val="00EF69BB"/>
    <w:rsid w:val="00F002D3"/>
    <w:rsid w:val="00F02E55"/>
    <w:rsid w:val="00F04105"/>
    <w:rsid w:val="00F16233"/>
    <w:rsid w:val="00F175B7"/>
    <w:rsid w:val="00F21666"/>
    <w:rsid w:val="00F576FF"/>
    <w:rsid w:val="00F65A3A"/>
    <w:rsid w:val="00F65E8C"/>
    <w:rsid w:val="00F73277"/>
    <w:rsid w:val="00F825E5"/>
    <w:rsid w:val="00FA1A25"/>
    <w:rsid w:val="00FA6036"/>
    <w:rsid w:val="00FA770F"/>
    <w:rsid w:val="00FB2FC9"/>
    <w:rsid w:val="00FD0A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434DE3"/>
  <w15:docId w15:val="{457B3031-182B-4559-B570-3DF35C7A0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customStyle="1" w:styleId="ui-provider">
    <w:name w:val="ui-provider"/>
    <w:basedOn w:val="Absatz-Standardschriftart"/>
    <w:rsid w:val="003D4898"/>
  </w:style>
  <w:style w:type="paragraph" w:styleId="StandardWeb">
    <w:name w:val="Normal (Web)"/>
    <w:basedOn w:val="Standard"/>
    <w:uiPriority w:val="99"/>
    <w:unhideWhenUsed/>
    <w:rsid w:val="003D4898"/>
    <w:pPr>
      <w:spacing w:before="100" w:beforeAutospacing="1" w:after="100" w:afterAutospacing="1"/>
    </w:pPr>
    <w:rPr>
      <w:rFonts w:ascii="Calibri" w:eastAsiaTheme="minorHAnsi" w:hAnsi="Calibri" w:cs="Calibri"/>
      <w:sz w:val="22"/>
      <w:szCs w:val="22"/>
    </w:rPr>
  </w:style>
  <w:style w:type="paragraph" w:customStyle="1" w:styleId="xmsonormal">
    <w:name w:val="x_msonormal"/>
    <w:basedOn w:val="Standard"/>
    <w:uiPriority w:val="99"/>
    <w:semiHidden/>
    <w:rsid w:val="003D489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MyOrg\Marketing\MPDV\09_PR\04_Presse\PM\Pressemeldung%20von%20MPDV%20Grup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 Gruppe.dotx</Template>
  <TotalTime>0</TotalTime>
  <Pages>3</Pages>
  <Words>640</Words>
  <Characters>4254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4885</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Sina Ann Reimann</cp:lastModifiedBy>
  <cp:revision>4</cp:revision>
  <cp:lastPrinted>2012-02-27T09:47:00Z</cp:lastPrinted>
  <dcterms:created xsi:type="dcterms:W3CDTF">2023-12-13T10:41:00Z</dcterms:created>
  <dcterms:modified xsi:type="dcterms:W3CDTF">2023-12-13T12:42:00Z</dcterms:modified>
</cp:coreProperties>
</file>